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6A3B" w:rsidRDefault="00C46A3B" w:rsidP="00217FD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Задания для проведения школьного этапа всероссийской олимпиады школьников</w:t>
      </w:r>
    </w:p>
    <w:p w:rsidR="00C46A3B" w:rsidRDefault="00C46A3B" w:rsidP="00217FD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 физике в 2020-2021 учебном году в Дубровском районе</w:t>
      </w:r>
    </w:p>
    <w:p w:rsidR="00C46A3B" w:rsidRDefault="00C46A3B" w:rsidP="00217FD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C46A3B" w:rsidRDefault="00C46A3B" w:rsidP="00217FD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8 класс</w:t>
      </w:r>
    </w:p>
    <w:p w:rsidR="00C46A3B" w:rsidRDefault="00C46A3B" w:rsidP="00217FD7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C46A3B" w:rsidRDefault="00C46A3B" w:rsidP="00217FD7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Продолжительность этапа 1,5 ч (90 минут)</w:t>
      </w:r>
    </w:p>
    <w:p w:rsidR="00C46A3B" w:rsidRDefault="00C46A3B" w:rsidP="00217FD7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Каждое задание оценивается в 10 баллов</w:t>
      </w:r>
    </w:p>
    <w:p w:rsidR="00C46A3B" w:rsidRDefault="00C46A3B" w:rsidP="00217FD7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Максимальное количество набранных баллов - 40</w:t>
      </w:r>
    </w:p>
    <w:p w:rsidR="00C46A3B" w:rsidRPr="0028009E" w:rsidRDefault="00C46A3B" w:rsidP="00DA12E7">
      <w:pPr>
        <w:pStyle w:val="NormalWeb"/>
        <w:jc w:val="both"/>
      </w:pPr>
      <w:r w:rsidRPr="00217FD7">
        <w:rPr>
          <w:b/>
        </w:rPr>
        <w:t>1.</w:t>
      </w:r>
      <w:r w:rsidRPr="0028009E">
        <w:t xml:space="preserve">Навстречу товарному поезду длиной </w:t>
      </w:r>
      <w:smartTag w:uri="urn:schemas-microsoft-com:office:smarttags" w:element="metricconverter">
        <w:smartTagPr>
          <w:attr w:name="ProductID" w:val="0,8 км"/>
        </w:smartTagPr>
        <w:r w:rsidRPr="0028009E">
          <w:t>0,8 км</w:t>
        </w:r>
      </w:smartTag>
      <w:r w:rsidRPr="0028009E">
        <w:t xml:space="preserve"> движется пассажирский состав длиной </w:t>
      </w:r>
      <w:smartTag w:uri="urn:schemas-microsoft-com:office:smarttags" w:element="metricconverter">
        <w:smartTagPr>
          <w:attr w:name="ProductID" w:val="200 м"/>
        </w:smartTagPr>
        <w:r w:rsidRPr="0028009E">
          <w:t>200 м</w:t>
        </w:r>
      </w:smartTag>
      <w:r w:rsidRPr="0028009E">
        <w:t xml:space="preserve">. Сколько времени поезда будут проходить мимо друг друга, если скорость пассажирского поезда </w:t>
      </w:r>
      <w:smartTag w:uri="urn:schemas-microsoft-com:office:smarttags" w:element="metricconverter">
        <w:smartTagPr>
          <w:attr w:name="ProductID" w:val="60 км/ч"/>
        </w:smartTagPr>
        <w:r w:rsidRPr="0028009E">
          <w:t>60 км/ч</w:t>
        </w:r>
      </w:smartTag>
      <w:r w:rsidRPr="0028009E">
        <w:t xml:space="preserve">, а товарного </w:t>
      </w:r>
      <w:smartTag w:uri="urn:schemas-microsoft-com:office:smarttags" w:element="metricconverter">
        <w:smartTagPr>
          <w:attr w:name="ProductID" w:val="40 км/ч"/>
        </w:smartTagPr>
        <w:r w:rsidRPr="0028009E">
          <w:t>40 км/ч</w:t>
        </w:r>
      </w:smartTag>
      <w:r w:rsidRPr="0028009E">
        <w:t>?</w:t>
      </w:r>
    </w:p>
    <w:p w:rsidR="00C46A3B" w:rsidRPr="0028009E" w:rsidRDefault="00C46A3B" w:rsidP="00DA12E7">
      <w:pPr>
        <w:pStyle w:val="NormalWeb"/>
        <w:jc w:val="both"/>
      </w:pPr>
      <w:r w:rsidRPr="00217FD7">
        <w:rPr>
          <w:b/>
        </w:rPr>
        <w:t>2.</w:t>
      </w:r>
      <w:r w:rsidRPr="0028009E">
        <w:t>Лодка плавает в маленьком бассейне. Как изменится уровень воды в бассейне, если выбросить из лодки в бассейн камень?</w:t>
      </w:r>
    </w:p>
    <w:p w:rsidR="00C46A3B" w:rsidRPr="0028009E" w:rsidRDefault="00C46A3B" w:rsidP="00DA12E7">
      <w:pPr>
        <w:pStyle w:val="NormalWeb"/>
        <w:jc w:val="both"/>
        <w:rPr>
          <w:color w:val="000000"/>
        </w:rPr>
      </w:pPr>
      <w:r w:rsidRPr="00217FD7">
        <w:rPr>
          <w:b/>
          <w:color w:val="000000"/>
        </w:rPr>
        <w:t>3.</w:t>
      </w:r>
      <w:r w:rsidRPr="0028009E">
        <w:rPr>
          <w:color w:val="000000"/>
        </w:rPr>
        <w:t xml:space="preserve"> Табурет массой </w:t>
      </w:r>
      <w:smartTag w:uri="urn:schemas-microsoft-com:office:smarttags" w:element="metricconverter">
        <w:smartTagPr>
          <w:attr w:name="ProductID" w:val="2 кг"/>
        </w:smartTagPr>
        <w:r w:rsidRPr="0028009E">
          <w:rPr>
            <w:color w:val="000000"/>
          </w:rPr>
          <w:t>2 кг</w:t>
        </w:r>
      </w:smartTag>
      <w:r w:rsidRPr="0028009E">
        <w:rPr>
          <w:color w:val="000000"/>
        </w:rPr>
        <w:t xml:space="preserve"> стоит на четырёх ножках, след каждой из которых имеет форму квадрата стороной </w:t>
      </w:r>
      <w:smartTag w:uri="urn:schemas-microsoft-com:office:smarttags" w:element="metricconverter">
        <w:smartTagPr>
          <w:attr w:name="ProductID" w:val="3 см"/>
        </w:smartTagPr>
        <w:r w:rsidRPr="0028009E">
          <w:rPr>
            <w:color w:val="000000"/>
          </w:rPr>
          <w:t>3 см</w:t>
        </w:r>
      </w:smartTag>
      <w:r w:rsidRPr="0028009E">
        <w:rPr>
          <w:color w:val="000000"/>
        </w:rPr>
        <w:t>. Чему равна масса кота, сидящего на табурете, если давление табурета вместе с котом на пол равно 20 кПа?</w:t>
      </w:r>
    </w:p>
    <w:p w:rsidR="00C46A3B" w:rsidRDefault="00C46A3B" w:rsidP="00217FD7">
      <w:pPr>
        <w:pStyle w:val="NormalWeb"/>
        <w:rPr>
          <w:color w:val="000000"/>
        </w:rPr>
      </w:pPr>
      <w:r w:rsidRPr="00217FD7">
        <w:rPr>
          <w:b/>
          <w:color w:val="000000"/>
        </w:rPr>
        <w:t>4.</w:t>
      </w:r>
      <w:r w:rsidRPr="0028009E">
        <w:rPr>
          <w:color w:val="000000"/>
        </w:rPr>
        <w:t xml:space="preserve"> </w:t>
      </w:r>
      <w:r w:rsidRPr="0028009E">
        <w:t>На Земле на Машу действует сила тяжести, примерно равная 500Н. На Юпитере на Машу действовала бы сила тяжести, примерно равная 15кН. Чему равно ускорение свободного падения на Юпитере?</w:t>
      </w:r>
    </w:p>
    <w:p w:rsidR="00C46A3B" w:rsidRDefault="00C46A3B" w:rsidP="00E41E95">
      <w:pPr>
        <w:pStyle w:val="NormalWeb"/>
        <w:shd w:val="clear" w:color="auto" w:fill="FFFFFF"/>
        <w:spacing w:before="0" w:beforeAutospacing="0" w:after="0" w:afterAutospacing="0" w:line="211" w:lineRule="atLeast"/>
        <w:ind w:firstLine="284"/>
        <w:rPr>
          <w:color w:val="000000"/>
        </w:rPr>
      </w:pPr>
    </w:p>
    <w:sectPr w:rsidR="00C46A3B" w:rsidSect="00217FD7">
      <w:pgSz w:w="11906" w:h="16838"/>
      <w:pgMar w:top="719" w:right="1106" w:bottom="1134" w:left="108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0009F9"/>
    <w:multiLevelType w:val="hybridMultilevel"/>
    <w:tmpl w:val="D93C60A6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">
    <w:nsid w:val="23AB09A8"/>
    <w:multiLevelType w:val="multilevel"/>
    <w:tmpl w:val="5540EF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1F75D9E"/>
    <w:multiLevelType w:val="hybridMultilevel"/>
    <w:tmpl w:val="AEBA8BD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7B3F6A1E"/>
    <w:multiLevelType w:val="hybridMultilevel"/>
    <w:tmpl w:val="0B12FBDA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7D9F048E"/>
    <w:multiLevelType w:val="hybridMultilevel"/>
    <w:tmpl w:val="071E6D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95B57"/>
    <w:rsid w:val="00075EB1"/>
    <w:rsid w:val="00184B2A"/>
    <w:rsid w:val="001E4D46"/>
    <w:rsid w:val="00213B3B"/>
    <w:rsid w:val="00217FD7"/>
    <w:rsid w:val="00225B5A"/>
    <w:rsid w:val="0028009E"/>
    <w:rsid w:val="002F3E4D"/>
    <w:rsid w:val="003067BA"/>
    <w:rsid w:val="003C1853"/>
    <w:rsid w:val="003E2D28"/>
    <w:rsid w:val="003E7CD0"/>
    <w:rsid w:val="00495B57"/>
    <w:rsid w:val="00517399"/>
    <w:rsid w:val="005361EE"/>
    <w:rsid w:val="00537AFF"/>
    <w:rsid w:val="005828D9"/>
    <w:rsid w:val="006929EB"/>
    <w:rsid w:val="006F3B8D"/>
    <w:rsid w:val="007419D5"/>
    <w:rsid w:val="00813ACC"/>
    <w:rsid w:val="009244CF"/>
    <w:rsid w:val="00950372"/>
    <w:rsid w:val="00961FC8"/>
    <w:rsid w:val="009B0AA0"/>
    <w:rsid w:val="00A56DE2"/>
    <w:rsid w:val="00A85685"/>
    <w:rsid w:val="00AA5BD9"/>
    <w:rsid w:val="00AF3876"/>
    <w:rsid w:val="00B5046E"/>
    <w:rsid w:val="00BD54C2"/>
    <w:rsid w:val="00C23314"/>
    <w:rsid w:val="00C46A3B"/>
    <w:rsid w:val="00C90E9E"/>
    <w:rsid w:val="00CD792B"/>
    <w:rsid w:val="00D12253"/>
    <w:rsid w:val="00D81464"/>
    <w:rsid w:val="00D96018"/>
    <w:rsid w:val="00DA12E7"/>
    <w:rsid w:val="00E41E95"/>
    <w:rsid w:val="00E94F7F"/>
    <w:rsid w:val="00ED4529"/>
    <w:rsid w:val="00F005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6DE2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495B5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2">
    <w:name w:val="c2"/>
    <w:basedOn w:val="Normal"/>
    <w:uiPriority w:val="99"/>
    <w:rsid w:val="00495B5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0">
    <w:name w:val="c0"/>
    <w:basedOn w:val="DefaultParagraphFont"/>
    <w:uiPriority w:val="99"/>
    <w:rsid w:val="00495B57"/>
    <w:rPr>
      <w:rFonts w:cs="Times New Roman"/>
    </w:rPr>
  </w:style>
  <w:style w:type="character" w:customStyle="1" w:styleId="c33">
    <w:name w:val="c33"/>
    <w:basedOn w:val="DefaultParagraphFont"/>
    <w:uiPriority w:val="99"/>
    <w:rsid w:val="00495B57"/>
    <w:rPr>
      <w:rFonts w:cs="Times New Roman"/>
    </w:rPr>
  </w:style>
  <w:style w:type="character" w:customStyle="1" w:styleId="c9">
    <w:name w:val="c9"/>
    <w:basedOn w:val="DefaultParagraphFont"/>
    <w:uiPriority w:val="99"/>
    <w:rsid w:val="00495B57"/>
    <w:rPr>
      <w:rFonts w:cs="Times New Roman"/>
    </w:rPr>
  </w:style>
  <w:style w:type="character" w:customStyle="1" w:styleId="c12">
    <w:name w:val="c12"/>
    <w:basedOn w:val="DefaultParagraphFont"/>
    <w:uiPriority w:val="99"/>
    <w:rsid w:val="00495B57"/>
    <w:rPr>
      <w:rFonts w:cs="Times New Roman"/>
    </w:rPr>
  </w:style>
  <w:style w:type="character" w:styleId="Hyperlink">
    <w:name w:val="Hyperlink"/>
    <w:basedOn w:val="DefaultParagraphFont"/>
    <w:uiPriority w:val="99"/>
    <w:semiHidden/>
    <w:rsid w:val="009244CF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B504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5046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6F3B8D"/>
    <w:pPr>
      <w:ind w:left="720"/>
      <w:contextualSpacing/>
    </w:pPr>
    <w:rPr>
      <w:lang w:eastAsia="en-US"/>
    </w:rPr>
  </w:style>
  <w:style w:type="character" w:styleId="Strong">
    <w:name w:val="Strong"/>
    <w:basedOn w:val="DefaultParagraphFont"/>
    <w:uiPriority w:val="99"/>
    <w:qFormat/>
    <w:rsid w:val="00DA12E7"/>
    <w:rPr>
      <w:rFonts w:cs="Times New Roman"/>
      <w:b/>
      <w:bCs/>
    </w:rPr>
  </w:style>
  <w:style w:type="character" w:customStyle="1" w:styleId="ff5">
    <w:name w:val="ff5"/>
    <w:basedOn w:val="DefaultParagraphFont"/>
    <w:uiPriority w:val="99"/>
    <w:rsid w:val="00E41E95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4015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015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015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015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015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015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015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015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015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015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015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015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015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015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</TotalTime>
  <Pages>1</Pages>
  <Words>148</Words>
  <Characters>844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Задания для проведения школьного этапа всероссийской олимпиады школьников</dc:title>
  <dc:subject/>
  <dc:creator>Microsoft</dc:creator>
  <cp:keywords/>
  <dc:description/>
  <cp:lastModifiedBy>Людмила</cp:lastModifiedBy>
  <cp:revision>6</cp:revision>
  <dcterms:created xsi:type="dcterms:W3CDTF">2020-09-14T18:09:00Z</dcterms:created>
  <dcterms:modified xsi:type="dcterms:W3CDTF">2020-09-27T18:17:00Z</dcterms:modified>
</cp:coreProperties>
</file>